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CD9" w:rsidRDefault="00A73CD9" w:rsidP="00A73CD9">
      <w:pPr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Sent:</w:t>
      </w:r>
      <w:r>
        <w:rPr>
          <w:rFonts w:ascii="Tahoma" w:hAnsi="Tahoma" w:cs="Tahoma"/>
          <w:sz w:val="20"/>
          <w:szCs w:val="20"/>
        </w:rPr>
        <w:t xml:space="preserve"> Thursday, September 29, 2016 2:45 PM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Subject:</w:t>
      </w:r>
      <w:r>
        <w:rPr>
          <w:rFonts w:ascii="Tahoma" w:hAnsi="Tahoma" w:cs="Tahoma"/>
          <w:sz w:val="20"/>
          <w:szCs w:val="20"/>
        </w:rPr>
        <w:t xml:space="preserve"> CSN position at Great Valley</w:t>
      </w:r>
    </w:p>
    <w:p w:rsidR="00A73CD9" w:rsidRDefault="00A73CD9" w:rsidP="00A73CD9"/>
    <w:p w:rsidR="00A73CD9" w:rsidRDefault="00A73CD9" w:rsidP="00A73CD9"/>
    <w:p w:rsidR="00A73CD9" w:rsidRDefault="00A73CD9" w:rsidP="00A73CD9">
      <w:pPr>
        <w:rPr>
          <w:color w:val="1F497D"/>
        </w:rPr>
      </w:pPr>
      <w:r>
        <w:rPr>
          <w:color w:val="1F497D"/>
        </w:rPr>
        <w:t>Full-time, contract position available immediately for an elementary school nurse.  Successful candidates must possess PA certification as a School Nurse and current state certification as a registered nurse.  Interested applicants should apply online through the Great Valley School District’s website.  EOE</w:t>
      </w:r>
    </w:p>
    <w:p w:rsidR="00A73CD9" w:rsidRDefault="00A73CD9" w:rsidP="00A73CD9">
      <w:bookmarkStart w:id="0" w:name="_GoBack"/>
      <w:bookmarkEnd w:id="0"/>
    </w:p>
    <w:p w:rsidR="00A73CD9" w:rsidRDefault="00A73CD9" w:rsidP="00A73CD9"/>
    <w:p w:rsidR="00A73CD9" w:rsidRDefault="00A73CD9" w:rsidP="00A73CD9">
      <w:r>
        <w:t>Betty Byrne, RN</w:t>
      </w:r>
    </w:p>
    <w:p w:rsidR="00A73CD9" w:rsidRDefault="00A73CD9" w:rsidP="00A73CD9">
      <w:r>
        <w:t>Certified School Nurse</w:t>
      </w:r>
    </w:p>
    <w:p w:rsidR="00A73CD9" w:rsidRDefault="00A73CD9" w:rsidP="00A73CD9">
      <w:r>
        <w:t>Great Valley High School</w:t>
      </w:r>
    </w:p>
    <w:p w:rsidR="00A73CD9" w:rsidRDefault="00A73CD9" w:rsidP="00A73CD9">
      <w:r>
        <w:t>Phone #610-889-1943</w:t>
      </w:r>
    </w:p>
    <w:p w:rsidR="00A73CD9" w:rsidRDefault="00A73CD9" w:rsidP="00A73CD9">
      <w:hyperlink r:id="rId4" w:history="1">
        <w:r>
          <w:rPr>
            <w:rStyle w:val="Hyperlink"/>
          </w:rPr>
          <w:t>bbyrne@gvsd.org</w:t>
        </w:r>
      </w:hyperlink>
    </w:p>
    <w:p w:rsidR="00A73CD9" w:rsidRDefault="00A73CD9" w:rsidP="00A73CD9">
      <w:r>
        <w:t>Fax #610-889-1971</w:t>
      </w:r>
    </w:p>
    <w:p w:rsidR="00A14D80" w:rsidRDefault="00A14D80"/>
    <w:sectPr w:rsidR="00A14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CD9"/>
    <w:rsid w:val="00A14D80"/>
    <w:rsid w:val="00A7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4E3388-59D5-447B-8CCB-372F08BF4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CD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73CD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1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byrne@gv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F7C86F23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Gill, Donna</dc:creator>
  <cp:keywords/>
  <dc:description/>
  <cp:lastModifiedBy>Gill, Donna</cp:lastModifiedBy>
  <cp:revision>1</cp:revision>
  <dcterms:created xsi:type="dcterms:W3CDTF">2016-10-04T19:03:00Z</dcterms:created>
  <dcterms:modified xsi:type="dcterms:W3CDTF">2016-10-04T19:04:00Z</dcterms:modified>
</cp:coreProperties>
</file>